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8D4FF72-87AE-4938-BAB3-DB1D6A0AA227}"/>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